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B763C2" w:rsidRDefault="00B763C2" w:rsidP="00491F7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sběrný dvůr – manipulační plocha, </w:t>
            </w:r>
          </w:p>
          <w:p w:rsidR="00171691" w:rsidRPr="0025072A" w:rsidRDefault="00CA6762" w:rsidP="00491F7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uherský brod - Újez</w:t>
            </w:r>
            <w:bookmarkStart w:id="0" w:name="_GoBack"/>
            <w:bookmarkEnd w:id="0"/>
            <w:r w:rsidR="00B763C2">
              <w:rPr>
                <w:rFonts w:ascii="Arial" w:hAnsi="Arial" w:cs="Arial"/>
                <w:color w:val="FF0000"/>
                <w:sz w:val="24"/>
                <w:szCs w:val="24"/>
              </w:rPr>
              <w:t>dec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815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815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EEA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1F7B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2D5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B6815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63C2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12BB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762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420859DA.dotm</Template>
  <TotalTime>58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46</cp:revision>
  <cp:lastPrinted>2021-05-24T06:24:00Z</cp:lastPrinted>
  <dcterms:created xsi:type="dcterms:W3CDTF">2019-09-19T08:40:00Z</dcterms:created>
  <dcterms:modified xsi:type="dcterms:W3CDTF">2026-01-26T07:33:00Z</dcterms:modified>
</cp:coreProperties>
</file>